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BA2" w:rsidRDefault="00A71BA2" w:rsidP="00A71BA2">
      <w:pPr>
        <w:spacing w:after="0" w:line="240" w:lineRule="auto"/>
        <w:rPr>
          <w:rFonts w:ascii="Arial" w:hAnsi="Arial" w:cs="Arial"/>
          <w:b/>
          <w:sz w:val="28"/>
        </w:rPr>
      </w:pPr>
      <w:r w:rsidRPr="00A71BA2">
        <w:rPr>
          <w:rFonts w:ascii="Arial" w:hAnsi="Arial" w:cs="Arial"/>
          <w:b/>
          <w:sz w:val="28"/>
        </w:rPr>
        <w:t>Exercice :</w:t>
      </w:r>
    </w:p>
    <w:p w:rsidR="00A71BA2" w:rsidRPr="003250BC" w:rsidRDefault="00A71BA2" w:rsidP="00A71BA2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</w:rPr>
        <w:t xml:space="preserve">Dans chacune des figures, </w:t>
      </w:r>
      <w:r w:rsidR="004033C7">
        <w:rPr>
          <w:rFonts w:ascii="Arial" w:hAnsi="Arial" w:cs="Arial"/>
        </w:rPr>
        <w:t>trace :</w:t>
      </w:r>
    </w:p>
    <w:p w:rsidR="00A71BA2" w:rsidRPr="003250BC" w:rsidRDefault="00A71BA2" w:rsidP="00A71BA2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</w:rPr>
        <w:t xml:space="preserve">- les angles aigus en bleu, </w:t>
      </w:r>
    </w:p>
    <w:p w:rsidR="00A71BA2" w:rsidRPr="003250BC" w:rsidRDefault="00A71BA2" w:rsidP="00A71BA2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</w:rPr>
        <w:t xml:space="preserve">- les angles droits en rouge </w:t>
      </w:r>
    </w:p>
    <w:p w:rsidR="00A71BA2" w:rsidRPr="003250BC" w:rsidRDefault="00C62380" w:rsidP="00A71BA2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195308</wp:posOffset>
            </wp:positionV>
            <wp:extent cx="2184400" cy="3276600"/>
            <wp:effectExtent l="0" t="0" r="635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428" cy="32826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50BC" w:rsidRPr="003250BC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1806847</wp:posOffset>
            </wp:positionH>
            <wp:positionV relativeFrom="paragraph">
              <wp:posOffset>73569</wp:posOffset>
            </wp:positionV>
            <wp:extent cx="3004457" cy="2617467"/>
            <wp:effectExtent l="0" t="0" r="5715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4457" cy="26174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1BA2" w:rsidRPr="003250BC">
        <w:rPr>
          <w:rFonts w:ascii="Arial" w:hAnsi="Arial" w:cs="Arial"/>
        </w:rPr>
        <w:t>- les angles obtus en vert</w:t>
      </w:r>
    </w:p>
    <w:p w:rsidR="00A71BA2" w:rsidRDefault="00A71BA2" w:rsidP="00A71BA2">
      <w:pPr>
        <w:spacing w:after="0" w:line="240" w:lineRule="auto"/>
        <w:rPr>
          <w:rFonts w:ascii="Arial" w:hAnsi="Arial" w:cs="Arial"/>
          <w:sz w:val="28"/>
        </w:rPr>
      </w:pPr>
    </w:p>
    <w:p w:rsidR="00A71BA2" w:rsidRDefault="00A71BA2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C62380" w:rsidP="00A71BA2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.</w:t>
      </w:r>
    </w:p>
    <w:p w:rsidR="004033C7" w:rsidRDefault="004033C7" w:rsidP="003250BC">
      <w:pPr>
        <w:spacing w:after="0" w:line="240" w:lineRule="auto"/>
        <w:rPr>
          <w:rFonts w:ascii="Arial" w:hAnsi="Arial" w:cs="Arial"/>
          <w:b/>
          <w:sz w:val="28"/>
        </w:rPr>
      </w:pPr>
    </w:p>
    <w:p w:rsidR="003250BC" w:rsidRPr="00C62380" w:rsidRDefault="00C62380" w:rsidP="003250BC">
      <w:pPr>
        <w:spacing w:after="0" w:line="240" w:lineRule="auto"/>
        <w:rPr>
          <w:rFonts w:ascii="Arial" w:hAnsi="Arial" w:cs="Arial"/>
          <w:b/>
          <w:sz w:val="28"/>
        </w:rPr>
      </w:pPr>
      <w:r w:rsidRPr="00C62380">
        <w:rPr>
          <w:rFonts w:ascii="Arial" w:hAnsi="Arial" w:cs="Arial"/>
          <w:b/>
          <w:sz w:val="28"/>
        </w:rPr>
        <w:t>Exercice :</w:t>
      </w:r>
    </w:p>
    <w:p w:rsidR="00C62380" w:rsidRPr="00C62380" w:rsidRDefault="00C62380" w:rsidP="003250BC">
      <w:pPr>
        <w:spacing w:after="0" w:line="240" w:lineRule="auto"/>
        <w:rPr>
          <w:rFonts w:ascii="Arial" w:hAnsi="Arial" w:cs="Arial"/>
          <w:sz w:val="24"/>
        </w:rPr>
      </w:pPr>
      <w:r w:rsidRPr="00C62380">
        <w:rPr>
          <w:rFonts w:ascii="Arial" w:hAnsi="Arial" w:cs="Arial"/>
          <w:sz w:val="24"/>
        </w:rPr>
        <w:t>Trace un polygone à 5</w:t>
      </w:r>
      <w:r w:rsidR="004033C7">
        <w:rPr>
          <w:rFonts w:ascii="Arial" w:hAnsi="Arial" w:cs="Arial"/>
          <w:sz w:val="24"/>
        </w:rPr>
        <w:t xml:space="preserve"> </w:t>
      </w:r>
      <w:r w:rsidRPr="00C62380">
        <w:rPr>
          <w:rFonts w:ascii="Arial" w:hAnsi="Arial" w:cs="Arial"/>
          <w:sz w:val="24"/>
        </w:rPr>
        <w:t xml:space="preserve">côtés qui compte 2 angles droits, deux angles </w:t>
      </w:r>
      <w:r w:rsidR="0098654E">
        <w:rPr>
          <w:rFonts w:ascii="Arial" w:hAnsi="Arial" w:cs="Arial"/>
          <w:sz w:val="24"/>
        </w:rPr>
        <w:t>obtus</w:t>
      </w:r>
      <w:r w:rsidRPr="00C62380">
        <w:rPr>
          <w:rFonts w:ascii="Arial" w:hAnsi="Arial" w:cs="Arial"/>
          <w:sz w:val="24"/>
        </w:rPr>
        <w:t xml:space="preserve"> et un angle </w:t>
      </w:r>
      <w:r w:rsidR="0098654E">
        <w:rPr>
          <w:rFonts w:ascii="Arial" w:hAnsi="Arial" w:cs="Arial"/>
          <w:sz w:val="24"/>
        </w:rPr>
        <w:t>aigu</w:t>
      </w:r>
      <w:r w:rsidRPr="00C62380">
        <w:rPr>
          <w:rFonts w:ascii="Arial" w:hAnsi="Arial" w:cs="Arial"/>
          <w:sz w:val="24"/>
        </w:rPr>
        <w:t>.</w:t>
      </w:r>
    </w:p>
    <w:p w:rsidR="00C62380" w:rsidRPr="007E024D" w:rsidRDefault="00C62380" w:rsidP="003250BC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A71BA2">
      <w:pPr>
        <w:spacing w:after="0" w:line="240" w:lineRule="auto"/>
        <w:rPr>
          <w:rFonts w:ascii="Arial" w:hAnsi="Arial" w:cs="Arial"/>
          <w:sz w:val="28"/>
        </w:rPr>
      </w:pPr>
      <w:bookmarkStart w:id="0" w:name="_GoBack"/>
      <w:bookmarkEnd w:id="0"/>
    </w:p>
    <w:p w:rsidR="00C62380" w:rsidRDefault="00C62380" w:rsidP="00A71BA2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A71BA2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A71BA2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A71BA2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A71BA2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b/>
          <w:sz w:val="28"/>
        </w:rPr>
      </w:pPr>
      <w:r w:rsidRPr="00A71BA2">
        <w:rPr>
          <w:rFonts w:ascii="Arial" w:hAnsi="Arial" w:cs="Arial"/>
          <w:b/>
          <w:sz w:val="28"/>
        </w:rPr>
        <w:t>Exercice :</w:t>
      </w:r>
    </w:p>
    <w:p w:rsidR="00C62380" w:rsidRPr="003250BC" w:rsidRDefault="00C62380" w:rsidP="00C62380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</w:rPr>
        <w:t xml:space="preserve">Dans chacune des figures, </w:t>
      </w:r>
      <w:r w:rsidR="004033C7">
        <w:rPr>
          <w:rFonts w:ascii="Arial" w:hAnsi="Arial" w:cs="Arial"/>
        </w:rPr>
        <w:t xml:space="preserve">trace : </w:t>
      </w:r>
    </w:p>
    <w:p w:rsidR="00C62380" w:rsidRPr="003250BC" w:rsidRDefault="00C62380" w:rsidP="00C62380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</w:rPr>
        <w:t xml:space="preserve">- les angles aigus en bleu, </w:t>
      </w:r>
    </w:p>
    <w:p w:rsidR="00C62380" w:rsidRPr="003250BC" w:rsidRDefault="00C62380" w:rsidP="00C62380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</w:rPr>
        <w:t xml:space="preserve">- les angles droits en rouge </w:t>
      </w:r>
    </w:p>
    <w:p w:rsidR="00C62380" w:rsidRPr="003250BC" w:rsidRDefault="00C62380" w:rsidP="00C62380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1312" behindDoc="0" locked="0" layoutInCell="1" allowOverlap="1" wp14:anchorId="1AD3F98A" wp14:editId="5118D1BD">
            <wp:simplePos x="0" y="0"/>
            <wp:positionH relativeFrom="column">
              <wp:posOffset>-304800</wp:posOffset>
            </wp:positionH>
            <wp:positionV relativeFrom="paragraph">
              <wp:posOffset>195308</wp:posOffset>
            </wp:positionV>
            <wp:extent cx="2184400" cy="3276600"/>
            <wp:effectExtent l="0" t="0" r="635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428" cy="32826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50BC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2336" behindDoc="0" locked="0" layoutInCell="1" allowOverlap="1" wp14:anchorId="403318C0" wp14:editId="03495678">
            <wp:simplePos x="0" y="0"/>
            <wp:positionH relativeFrom="column">
              <wp:posOffset>1806847</wp:posOffset>
            </wp:positionH>
            <wp:positionV relativeFrom="paragraph">
              <wp:posOffset>73569</wp:posOffset>
            </wp:positionV>
            <wp:extent cx="3004457" cy="2617467"/>
            <wp:effectExtent l="0" t="0" r="5715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4457" cy="26174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50BC">
        <w:rPr>
          <w:rFonts w:ascii="Arial" w:hAnsi="Arial" w:cs="Arial"/>
        </w:rPr>
        <w:t>- les angles obtus en vert</w:t>
      </w: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.</w:t>
      </w:r>
    </w:p>
    <w:p w:rsidR="004033C7" w:rsidRDefault="004033C7" w:rsidP="00C62380">
      <w:pPr>
        <w:spacing w:after="0" w:line="240" w:lineRule="auto"/>
        <w:rPr>
          <w:rFonts w:ascii="Arial" w:hAnsi="Arial" w:cs="Arial"/>
          <w:b/>
          <w:sz w:val="28"/>
        </w:rPr>
      </w:pPr>
    </w:p>
    <w:p w:rsidR="00C62380" w:rsidRPr="00C62380" w:rsidRDefault="00C62380" w:rsidP="00C62380">
      <w:pPr>
        <w:spacing w:after="0" w:line="240" w:lineRule="auto"/>
        <w:rPr>
          <w:rFonts w:ascii="Arial" w:hAnsi="Arial" w:cs="Arial"/>
          <w:b/>
          <w:sz w:val="28"/>
        </w:rPr>
      </w:pPr>
      <w:r w:rsidRPr="00C62380">
        <w:rPr>
          <w:rFonts w:ascii="Arial" w:hAnsi="Arial" w:cs="Arial"/>
          <w:b/>
          <w:sz w:val="28"/>
        </w:rPr>
        <w:t>Exercice :</w:t>
      </w:r>
    </w:p>
    <w:p w:rsidR="0098654E" w:rsidRPr="00C62380" w:rsidRDefault="00C62380" w:rsidP="0098654E">
      <w:pPr>
        <w:spacing w:after="0" w:line="240" w:lineRule="auto"/>
        <w:rPr>
          <w:rFonts w:ascii="Arial" w:hAnsi="Arial" w:cs="Arial"/>
          <w:sz w:val="24"/>
        </w:rPr>
      </w:pPr>
      <w:r w:rsidRPr="00C62380">
        <w:rPr>
          <w:rFonts w:ascii="Arial" w:hAnsi="Arial" w:cs="Arial"/>
          <w:sz w:val="24"/>
        </w:rPr>
        <w:t>Trace un polygone à 5</w:t>
      </w:r>
      <w:r w:rsidR="004033C7">
        <w:rPr>
          <w:rFonts w:ascii="Arial" w:hAnsi="Arial" w:cs="Arial"/>
          <w:sz w:val="24"/>
        </w:rPr>
        <w:t xml:space="preserve"> </w:t>
      </w:r>
      <w:r w:rsidRPr="00C62380">
        <w:rPr>
          <w:rFonts w:ascii="Arial" w:hAnsi="Arial" w:cs="Arial"/>
          <w:sz w:val="24"/>
        </w:rPr>
        <w:t xml:space="preserve">côtés qui compte 2 angles droits, </w:t>
      </w:r>
      <w:r w:rsidR="0098654E" w:rsidRPr="00C62380">
        <w:rPr>
          <w:rFonts w:ascii="Arial" w:hAnsi="Arial" w:cs="Arial"/>
          <w:sz w:val="24"/>
        </w:rPr>
        <w:t xml:space="preserve">deux angles </w:t>
      </w:r>
      <w:r w:rsidR="0098654E">
        <w:rPr>
          <w:rFonts w:ascii="Arial" w:hAnsi="Arial" w:cs="Arial"/>
          <w:sz w:val="24"/>
        </w:rPr>
        <w:t>obtus</w:t>
      </w:r>
      <w:r w:rsidR="0098654E" w:rsidRPr="00C62380">
        <w:rPr>
          <w:rFonts w:ascii="Arial" w:hAnsi="Arial" w:cs="Arial"/>
          <w:sz w:val="24"/>
        </w:rPr>
        <w:t xml:space="preserve"> et un angle </w:t>
      </w:r>
      <w:r w:rsidR="0098654E">
        <w:rPr>
          <w:rFonts w:ascii="Arial" w:hAnsi="Arial" w:cs="Arial"/>
          <w:sz w:val="24"/>
        </w:rPr>
        <w:t>aigu</w:t>
      </w:r>
      <w:r w:rsidR="0098654E" w:rsidRPr="00C62380">
        <w:rPr>
          <w:rFonts w:ascii="Arial" w:hAnsi="Arial" w:cs="Arial"/>
          <w:sz w:val="24"/>
        </w:rPr>
        <w:t>.</w:t>
      </w:r>
    </w:p>
    <w:p w:rsidR="00C62380" w:rsidRPr="00C62380" w:rsidRDefault="00C62380" w:rsidP="00C62380">
      <w:pPr>
        <w:spacing w:after="0" w:line="240" w:lineRule="auto"/>
        <w:rPr>
          <w:rFonts w:ascii="Arial" w:hAnsi="Arial" w:cs="Arial"/>
          <w:sz w:val="24"/>
        </w:rPr>
      </w:pPr>
    </w:p>
    <w:sectPr w:rsidR="00C62380" w:rsidRPr="00C62380" w:rsidSect="00A71BA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BA2"/>
    <w:rsid w:val="001566F3"/>
    <w:rsid w:val="001D645B"/>
    <w:rsid w:val="003250BC"/>
    <w:rsid w:val="004033C7"/>
    <w:rsid w:val="005175A3"/>
    <w:rsid w:val="005F7238"/>
    <w:rsid w:val="007E024D"/>
    <w:rsid w:val="00952FBC"/>
    <w:rsid w:val="0098654E"/>
    <w:rsid w:val="00A71BA2"/>
    <w:rsid w:val="00C6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13C21"/>
  <w15:chartTrackingRefBased/>
  <w15:docId w15:val="{3C3EE670-83C1-4C33-9FF7-6FB1B628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71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8</TotalTime>
  <Pages>1</Pages>
  <Words>79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6</cp:revision>
  <cp:lastPrinted>2016-12-30T15:59:00Z</cp:lastPrinted>
  <dcterms:created xsi:type="dcterms:W3CDTF">2016-12-30T15:59:00Z</dcterms:created>
  <dcterms:modified xsi:type="dcterms:W3CDTF">2019-06-16T07:40:00Z</dcterms:modified>
</cp:coreProperties>
</file>